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285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39983044"/>
                <w:placeholder>
                  <w:docPart w:val="7936902F8B074026811BC2319823E1B1"/>
                </w:placeholder>
              </w:sdtPr>
              <w:sdtEndPr/>
              <w:sdtContent>
                <w:tc>
                  <w:tcPr>
                    <w:tcW w:w="5491" w:type="dxa"/>
                  </w:tcPr>
                  <w:p w14:paraId="786241CD" w14:textId="54D66CE4" w:rsidR="00B65513" w:rsidRPr="0007110E" w:rsidRDefault="00C34A95" w:rsidP="00E82667">
                    <w:pPr>
                      <w:tabs>
                        <w:tab w:val="left" w:pos="426"/>
                      </w:tabs>
                      <w:spacing w:before="120"/>
                      <w:rPr>
                        <w:bCs/>
                        <w:lang w:val="en-IE" w:eastAsia="en-GB"/>
                      </w:rPr>
                    </w:pPr>
                    <w:r w:rsidRPr="006F1D8D">
                      <w:rPr>
                        <w:bCs/>
                        <w:lang w:val="en-IE" w:eastAsia="en-GB"/>
                      </w:rPr>
                      <w:t xml:space="preserve">HOME </w:t>
                    </w:r>
                    <w:r>
                      <w:rPr>
                        <w:bCs/>
                        <w:lang w:val="en-IE" w:eastAsia="en-GB"/>
                      </w:rPr>
                      <w:t xml:space="preserve">– D – </w:t>
                    </w:r>
                    <w:r w:rsidRPr="006F1D8D">
                      <w:rPr>
                        <w:bCs/>
                        <w:lang w:val="en-IE" w:eastAsia="en-GB"/>
                      </w:rPr>
                      <w:t>3 Prevention of Radicalisation</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387271562"/>
                <w:placeholder>
                  <w:docPart w:val="DEE2DAB7CB14420B80C358BC9E24BC32"/>
                </w:placeholder>
              </w:sdtPr>
              <w:sdtEndPr/>
              <w:sdtContent>
                <w:tc>
                  <w:tcPr>
                    <w:tcW w:w="5491" w:type="dxa"/>
                  </w:tcPr>
                  <w:p w14:paraId="26B6BD75" w14:textId="3E089AFC" w:rsidR="00D96984" w:rsidRPr="0007110E" w:rsidRDefault="00C34A95" w:rsidP="00E82667">
                    <w:pPr>
                      <w:tabs>
                        <w:tab w:val="left" w:pos="426"/>
                      </w:tabs>
                      <w:spacing w:before="120"/>
                      <w:rPr>
                        <w:bCs/>
                        <w:lang w:val="en-IE" w:eastAsia="en-GB"/>
                      </w:rPr>
                    </w:pPr>
                    <w:r>
                      <w:rPr>
                        <w:bCs/>
                        <w:lang w:val="en-IE" w:eastAsia="en-GB"/>
                      </w:rPr>
                      <w:t>413621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564A282C" w14:textId="77777777" w:rsidR="00C34A95" w:rsidRDefault="00C34A95" w:rsidP="00E82667">
            <w:pPr>
              <w:tabs>
                <w:tab w:val="left" w:pos="1697"/>
              </w:tabs>
              <w:ind w:right="-1739"/>
              <w:contextualSpacing/>
              <w:rPr>
                <w:bCs/>
                <w:szCs w:val="24"/>
                <w:lang w:val="en-US" w:eastAsia="en-GB"/>
              </w:rPr>
            </w:pPr>
          </w:p>
          <w:p w14:paraId="2CE35865" w14:textId="77777777" w:rsidR="00C34A95" w:rsidRDefault="00C34A95" w:rsidP="00E82667">
            <w:pPr>
              <w:tabs>
                <w:tab w:val="left" w:pos="1697"/>
              </w:tabs>
              <w:ind w:right="-1739"/>
              <w:contextualSpacing/>
              <w:rPr>
                <w:bCs/>
                <w:szCs w:val="24"/>
                <w:lang w:val="en-US" w:eastAsia="en-GB"/>
              </w:rPr>
            </w:pPr>
          </w:p>
          <w:p w14:paraId="55DC08BD" w14:textId="77777777" w:rsidR="00C34A95" w:rsidRDefault="00C34A95" w:rsidP="00E82667">
            <w:pPr>
              <w:tabs>
                <w:tab w:val="left" w:pos="1697"/>
              </w:tabs>
              <w:ind w:right="-1739"/>
              <w:contextualSpacing/>
              <w:rPr>
                <w:bCs/>
                <w:szCs w:val="24"/>
                <w:lang w:val="en-US" w:eastAsia="en-GB"/>
              </w:rPr>
            </w:pPr>
          </w:p>
          <w:p w14:paraId="6AA5F464" w14:textId="77777777" w:rsidR="00C34A95" w:rsidRDefault="00C34A95" w:rsidP="00E82667">
            <w:pPr>
              <w:tabs>
                <w:tab w:val="left" w:pos="1697"/>
              </w:tabs>
              <w:ind w:right="-1739"/>
              <w:contextualSpacing/>
              <w:rPr>
                <w:bCs/>
                <w:szCs w:val="24"/>
                <w:lang w:val="en-US" w:eastAsia="en-GB"/>
              </w:rPr>
            </w:pPr>
          </w:p>
          <w:p w14:paraId="6877DAD6" w14:textId="77777777" w:rsidR="00C34A95" w:rsidRDefault="00C34A95" w:rsidP="00E82667">
            <w:pPr>
              <w:tabs>
                <w:tab w:val="left" w:pos="1697"/>
              </w:tabs>
              <w:ind w:right="-1739"/>
              <w:contextualSpacing/>
              <w:rPr>
                <w:bCs/>
                <w:szCs w:val="24"/>
                <w:lang w:val="en-US" w:eastAsia="en-GB"/>
              </w:rPr>
            </w:pPr>
          </w:p>
          <w:p w14:paraId="4FE691D5" w14:textId="77777777" w:rsidR="00C34A95" w:rsidRDefault="00C34A95" w:rsidP="00E82667">
            <w:pPr>
              <w:tabs>
                <w:tab w:val="left" w:pos="1697"/>
              </w:tabs>
              <w:ind w:right="-1739"/>
              <w:contextualSpacing/>
              <w:rPr>
                <w:bCs/>
                <w:szCs w:val="24"/>
                <w:lang w:val="en-US" w:eastAsia="en-GB"/>
              </w:rPr>
            </w:pPr>
          </w:p>
          <w:p w14:paraId="1BD76B84" w14:textId="5B756F5F"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572164283"/>
                  <w:placeholder>
                    <w:docPart w:val="7D0B1CDF9B584190945645810C2FD327"/>
                  </w:placeholder>
                </w:sdtPr>
                <w:sdtEndPr/>
                <w:sdtContent>
                  <w:p w14:paraId="5F70F3D5" w14:textId="42F99C88" w:rsidR="00C34A95" w:rsidRPr="0065138F" w:rsidRDefault="00C34A95" w:rsidP="00C34A95">
                    <w:pPr>
                      <w:tabs>
                        <w:tab w:val="left" w:pos="426"/>
                      </w:tabs>
                      <w:spacing w:before="120"/>
                      <w:rPr>
                        <w:bCs/>
                        <w:lang w:val="es-ES" w:eastAsia="en-GB"/>
                      </w:rPr>
                    </w:pPr>
                    <w:r w:rsidRPr="0065138F">
                      <w:rPr>
                        <w:bCs/>
                        <w:lang w:val="es-ES" w:eastAsia="en-GB"/>
                      </w:rPr>
                      <w:t>Ms</w:t>
                    </w:r>
                    <w:r w:rsidR="001D405D">
                      <w:rPr>
                        <w:bCs/>
                        <w:lang w:val="es-ES" w:eastAsia="en-GB"/>
                      </w:rPr>
                      <w:t>. Heike BUSS</w:t>
                    </w:r>
                  </w:p>
                  <w:p w14:paraId="0B470FE5" w14:textId="0BE39AD7" w:rsidR="00C34A95" w:rsidRPr="0065138F" w:rsidRDefault="001D405D" w:rsidP="00C34A95">
                    <w:pPr>
                      <w:tabs>
                        <w:tab w:val="left" w:pos="426"/>
                      </w:tabs>
                      <w:spacing w:before="120"/>
                      <w:rPr>
                        <w:bCs/>
                        <w:lang w:val="es-ES" w:eastAsia="en-GB"/>
                      </w:rPr>
                    </w:pPr>
                    <w:hyperlink r:id="rId15" w:history="1">
                      <w:r w:rsidRPr="00815867">
                        <w:rPr>
                          <w:rStyle w:val="Hyperlink"/>
                          <w:bCs/>
                          <w:lang w:val="es-ES" w:eastAsia="en-GB"/>
                        </w:rPr>
                        <w:t>Heike.buss@ec.europa.eu</w:t>
                      </w:r>
                    </w:hyperlink>
                  </w:p>
                  <w:p w14:paraId="714DA989" w14:textId="0B8C19E6" w:rsidR="00E21DBD" w:rsidRPr="001D405D" w:rsidRDefault="00C34A95" w:rsidP="00E82667">
                    <w:pPr>
                      <w:tabs>
                        <w:tab w:val="left" w:pos="426"/>
                      </w:tabs>
                      <w:spacing w:before="120"/>
                      <w:rPr>
                        <w:bCs/>
                        <w:lang w:val="es-ES" w:eastAsia="en-GB"/>
                      </w:rPr>
                    </w:pPr>
                    <w:r w:rsidRPr="001D405D">
                      <w:rPr>
                        <w:bCs/>
                        <w:lang w:val="es-ES" w:eastAsia="en-GB"/>
                      </w:rPr>
                      <w:t xml:space="preserve">+32 229 </w:t>
                    </w:r>
                    <w:r w:rsidR="001D405D" w:rsidRPr="001D405D">
                      <w:rPr>
                        <w:bCs/>
                        <w:lang w:val="es-ES" w:eastAsia="en-GB"/>
                      </w:rPr>
                      <w:t>5</w:t>
                    </w:r>
                    <w:r w:rsidR="001D405D">
                      <w:rPr>
                        <w:bCs/>
                        <w:lang w:val="es-ES" w:eastAsia="en-GB"/>
                      </w:rPr>
                      <w:t>1744</w:t>
                    </w:r>
                  </w:p>
                </w:sdtContent>
              </w:sdt>
            </w:sdtContent>
          </w:sdt>
          <w:p w14:paraId="34CF737A" w14:textId="29963B59" w:rsidR="00E21DBD" w:rsidRPr="0007110E" w:rsidRDefault="0087285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A6352">
                  <w:rPr>
                    <w:bCs/>
                    <w:lang w:val="en-IE" w:eastAsia="en-GB"/>
                  </w:rPr>
                  <w:t>1st</w:t>
                </w:r>
                <w:r w:rsidR="000D5855">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6352">
                  <w:rPr>
                    <w:bCs/>
                    <w:lang w:val="en-IE" w:eastAsia="en-GB"/>
                  </w:rPr>
                  <w:t>2026</w:t>
                </w:r>
              </w:sdtContent>
            </w:sdt>
          </w:p>
          <w:p w14:paraId="158DD156" w14:textId="283F9DA4" w:rsidR="00E21DBD" w:rsidRPr="0007110E" w:rsidRDefault="0087285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34A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34A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D45C75"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1440" w:dyaOrig="1440"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F22B82"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285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285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7285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F936C0F"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8A27210"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4" o:title=""/>
                </v:shape>
                <w:control r:id="rId25" w:name="OptionButton2" w:shapeid="_x0000_i1045"/>
              </w:object>
            </w:r>
            <w:r>
              <w:rPr>
                <w:bCs/>
                <w:lang w:eastAsia="en-GB"/>
              </w:rPr>
              <w:object w:dxaOrig="1440" w:dyaOrig="1440" w14:anchorId="0992615F">
                <v:shape id="_x0000_i1047" type="#_x0000_t75" style="width:108pt;height:21.6pt" o:ole="">
                  <v:imagedata r:id="rId26" o:title=""/>
                </v:shape>
                <w:control r:id="rId27" w:name="OptionButton3" w:shapeid="_x0000_i1047"/>
              </w:object>
            </w:r>
          </w:p>
          <w:p w14:paraId="42C9AD79" w14:textId="590EBA5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87285F">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01EA55A" w14:textId="0F1041E3" w:rsidR="00C34A95" w:rsidRPr="00C34A95" w:rsidRDefault="00C34A95" w:rsidP="00C34A95">
          <w:pPr>
            <w:rPr>
              <w:lang w:val="en-US" w:eastAsia="en-GB"/>
            </w:rPr>
          </w:pPr>
          <w:r w:rsidRPr="00C34A95">
            <w:rPr>
              <w:lang w:val="en-US" w:eastAsia="en-GB"/>
            </w:rPr>
            <w:t xml:space="preserve">We offer a challenging and interesting post as policy officer in the evolving field of prevention of radicalisation leading to violent extremism and terrorism. </w:t>
          </w:r>
        </w:p>
        <w:p w14:paraId="12BA5D7E" w14:textId="77777777" w:rsidR="00C34A95" w:rsidRPr="00C34A95" w:rsidRDefault="00C34A95" w:rsidP="00C34A95">
          <w:pPr>
            <w:rPr>
              <w:lang w:val="en-US" w:eastAsia="en-GB"/>
            </w:rPr>
          </w:pPr>
          <w:r w:rsidRPr="00C34A95">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 at EU level to counter radicalisation in prisons. Experience in the development and/or implementation of rehabilitation and reintegration programmes, as well as disengagement and deradicalisation strategies would be an asset.</w:t>
          </w:r>
        </w:p>
        <w:p w14:paraId="12A15E8D" w14:textId="77777777" w:rsidR="00C34A95" w:rsidRPr="00C34A95" w:rsidRDefault="00C34A95" w:rsidP="00C34A95">
          <w:pPr>
            <w:rPr>
              <w:lang w:val="en-US" w:eastAsia="en-GB"/>
            </w:rPr>
          </w:pPr>
          <w:r w:rsidRPr="00C34A95">
            <w:rPr>
              <w:lang w:val="en-US" w:eastAsia="en-GB"/>
            </w:rPr>
            <w:t>The tasks will cover steering and monitoring deliverables and activities of the EU Knwoledge Hub on prevention of radicalisation and contribute to support to Member States to exchange and develop policies and strategies to prevent radicalisation.</w:t>
          </w:r>
        </w:p>
        <w:p w14:paraId="59DD0438" w14:textId="53B50E67" w:rsidR="00E21DBD" w:rsidRDefault="00C34A95" w:rsidP="00C34A95">
          <w:pPr>
            <w:rPr>
              <w:lang w:val="en-US" w:eastAsia="en-GB"/>
            </w:rPr>
          </w:pPr>
          <w:r w:rsidRPr="00C34A95">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55436617"/>
            <w:placeholder>
              <w:docPart w:val="D409179EAC07415D92EEEBF02B2FD15C"/>
            </w:placeholder>
          </w:sdtPr>
          <w:sdtEndPr/>
          <w:sdtContent>
            <w:p w14:paraId="288CBAAB"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39E1EC44" w14:textId="77777777" w:rsidR="00C34A95" w:rsidRPr="00D94A71" w:rsidRDefault="00C34A95" w:rsidP="00C34A95">
              <w:pPr>
                <w:autoSpaceDE w:val="0"/>
                <w:autoSpaceDN w:val="0"/>
                <w:adjustRightInd w:val="0"/>
                <w:spacing w:after="0"/>
                <w:rPr>
                  <w:lang w:val="en-US" w:eastAsia="en-GB"/>
                </w:rPr>
              </w:pPr>
            </w:p>
            <w:p w14:paraId="2B31C4BF"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implementation of rehabilitation and reintegration programmes, as well as disengagement and deradicalisation strategies would be an asset.</w:t>
              </w:r>
            </w:p>
            <w:p w14:paraId="2F559746"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46EE3E07" w14:textId="5AF64918" w:rsidR="00E21DBD" w:rsidRPr="00AF7D78" w:rsidRDefault="00C34A95" w:rsidP="00C504C7">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250930240"/>
            <w:placeholder>
              <w:docPart w:val="F8116C2D3C4F4B60AE3BB40CB20EF083"/>
            </w:placeholder>
          </w:sdtPr>
          <w:sdtEndPr/>
          <w:sdtContent>
            <w:p w14:paraId="6C6B0EE9" w14:textId="77777777" w:rsidR="00C34A95" w:rsidRDefault="00C34A95" w:rsidP="00C34A95">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Pr>
                  <w:lang w:val="en-US" w:eastAsia="en-GB"/>
                </w:rPr>
                <w:t>f</w:t>
              </w:r>
              <w:r w:rsidRPr="00D94A71">
                <w:rPr>
                  <w:lang w:val="en-US" w:eastAsia="en-GB"/>
                </w:rPr>
                <w:t xml:space="preserve"> radicalisation leading to violent extremism and terrorism. </w:t>
              </w:r>
            </w:p>
            <w:p w14:paraId="6227FE73" w14:textId="77777777" w:rsidR="00C34A95" w:rsidRPr="00D94A71" w:rsidRDefault="00C34A95" w:rsidP="00C34A95">
              <w:pPr>
                <w:autoSpaceDE w:val="0"/>
                <w:autoSpaceDN w:val="0"/>
                <w:adjustRightInd w:val="0"/>
                <w:spacing w:after="0"/>
                <w:rPr>
                  <w:lang w:val="en-US" w:eastAsia="en-GB"/>
                </w:rPr>
              </w:pPr>
            </w:p>
            <w:p w14:paraId="33595AB8" w14:textId="77777777" w:rsidR="00C34A95" w:rsidRPr="00D94A71" w:rsidRDefault="00C34A95" w:rsidP="00C34A95">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policies</w:t>
              </w:r>
              <w:r>
                <w:rPr>
                  <w:lang w:val="en-US" w:eastAsia="en-GB"/>
                </w:rPr>
                <w:t xml:space="preserve"> at EU level to counter radicalisation in prisons. Experience in the development and/or </w:t>
              </w:r>
              <w:r>
                <w:rPr>
                  <w:lang w:val="en-US" w:eastAsia="en-GB"/>
                </w:rPr>
                <w:lastRenderedPageBreak/>
                <w:t>implementation of rehabilitation and reintegration programmes, as well as disengagement and deradicalisation strategies would be an asset.</w:t>
              </w:r>
            </w:p>
            <w:p w14:paraId="05FA0FA0" w14:textId="77777777" w:rsidR="00C34A95" w:rsidRPr="00D94A71" w:rsidRDefault="00C34A95" w:rsidP="00C34A95">
              <w:pPr>
                <w:rPr>
                  <w:lang w:val="en-US" w:eastAsia="en-GB"/>
                </w:rPr>
              </w:pPr>
              <w:r w:rsidRPr="00D94A71">
                <w:rPr>
                  <w:lang w:val="en-US" w:eastAsia="en-GB"/>
                </w:rPr>
                <w:t xml:space="preserve">The tasks will cover </w:t>
              </w:r>
              <w:r>
                <w:rPr>
                  <w:lang w:val="en-US" w:eastAsia="en-GB"/>
                </w:rPr>
                <w:t xml:space="preserve">steering and </w:t>
              </w:r>
              <w:r w:rsidRPr="00D94A71">
                <w:rPr>
                  <w:lang w:val="en-US" w:eastAsia="en-GB"/>
                </w:rPr>
                <w:t xml:space="preserve">monitoring deliverables and activities of the </w:t>
              </w:r>
              <w:r>
                <w:rPr>
                  <w:lang w:val="en-US" w:eastAsia="en-GB"/>
                </w:rPr>
                <w:t xml:space="preserve">EU Knwoledge Hub on prevention of radicalisation </w:t>
              </w:r>
              <w:r w:rsidRPr="00D94A71">
                <w:rPr>
                  <w:lang w:val="en-US" w:eastAsia="en-GB"/>
                </w:rPr>
                <w:t xml:space="preserve">and </w:t>
              </w:r>
              <w:r>
                <w:rPr>
                  <w:lang w:val="en-US" w:eastAsia="en-GB"/>
                </w:rPr>
                <w:t xml:space="preserve">contribute to </w:t>
              </w:r>
              <w:r w:rsidRPr="00D94A71">
                <w:rPr>
                  <w:lang w:val="en-US" w:eastAsia="en-GB"/>
                </w:rPr>
                <w:t xml:space="preserve">support to Member States to exchange and develop policies </w:t>
              </w:r>
              <w:r>
                <w:rPr>
                  <w:lang w:val="en-US" w:eastAsia="en-GB"/>
                </w:rPr>
                <w:t xml:space="preserve">and strategies </w:t>
              </w:r>
              <w:r w:rsidRPr="00D94A71">
                <w:rPr>
                  <w:lang w:val="en-US" w:eastAsia="en-GB"/>
                </w:rPr>
                <w:t>to prevent radicalisation.</w:t>
              </w:r>
            </w:p>
            <w:p w14:paraId="51994EDB" w14:textId="5693F804" w:rsidR="002E40A9" w:rsidRPr="00AF7D78" w:rsidRDefault="00C34A95" w:rsidP="002E40A9">
              <w:pPr>
                <w:rPr>
                  <w:lang w:val="en-US" w:eastAsia="en-GB"/>
                </w:rPr>
              </w:pPr>
              <w:r w:rsidRPr="00D94A71">
                <w:rPr>
                  <w:lang w:val="en-US" w:eastAsia="en-GB"/>
                </w:rPr>
                <w:t>This job offers visibility and involves direct contacts with the hierarchy of DG HOME, as well as well as with a wider range of stakeholders within the Commission and outside in particular with Europol, law enforcement representatives in Member States, the internet industry, civil society and researchers.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0DA"/>
    <w:rsid w:val="00012665"/>
    <w:rsid w:val="00046625"/>
    <w:rsid w:val="0007110E"/>
    <w:rsid w:val="0007544E"/>
    <w:rsid w:val="00092BCA"/>
    <w:rsid w:val="000A4668"/>
    <w:rsid w:val="000A6352"/>
    <w:rsid w:val="000D129C"/>
    <w:rsid w:val="000D5855"/>
    <w:rsid w:val="000F371B"/>
    <w:rsid w:val="000F4CD5"/>
    <w:rsid w:val="00111AB6"/>
    <w:rsid w:val="00136CBD"/>
    <w:rsid w:val="001D0A81"/>
    <w:rsid w:val="001D405D"/>
    <w:rsid w:val="002109E6"/>
    <w:rsid w:val="00252050"/>
    <w:rsid w:val="002B3CBF"/>
    <w:rsid w:val="002C13C3"/>
    <w:rsid w:val="002C49D0"/>
    <w:rsid w:val="002E40A9"/>
    <w:rsid w:val="00386556"/>
    <w:rsid w:val="00394447"/>
    <w:rsid w:val="003E50A4"/>
    <w:rsid w:val="0040388A"/>
    <w:rsid w:val="00431778"/>
    <w:rsid w:val="00454CC7"/>
    <w:rsid w:val="00464195"/>
    <w:rsid w:val="00476034"/>
    <w:rsid w:val="00484FB6"/>
    <w:rsid w:val="005168AD"/>
    <w:rsid w:val="00550715"/>
    <w:rsid w:val="0058240F"/>
    <w:rsid w:val="00592CD5"/>
    <w:rsid w:val="005B43C2"/>
    <w:rsid w:val="005D1B85"/>
    <w:rsid w:val="00606CCB"/>
    <w:rsid w:val="00665583"/>
    <w:rsid w:val="00693BC6"/>
    <w:rsid w:val="00696070"/>
    <w:rsid w:val="007E531E"/>
    <w:rsid w:val="007F02AC"/>
    <w:rsid w:val="007F7012"/>
    <w:rsid w:val="00816915"/>
    <w:rsid w:val="00830D39"/>
    <w:rsid w:val="0087285F"/>
    <w:rsid w:val="008D02B7"/>
    <w:rsid w:val="008F0B52"/>
    <w:rsid w:val="008F4BA9"/>
    <w:rsid w:val="00994062"/>
    <w:rsid w:val="00996CC6"/>
    <w:rsid w:val="009A1EA0"/>
    <w:rsid w:val="009A2F00"/>
    <w:rsid w:val="009C5E27"/>
    <w:rsid w:val="00A033AD"/>
    <w:rsid w:val="00A53E83"/>
    <w:rsid w:val="00AB2CEA"/>
    <w:rsid w:val="00AD214A"/>
    <w:rsid w:val="00AF6424"/>
    <w:rsid w:val="00B24CC5"/>
    <w:rsid w:val="00B3644B"/>
    <w:rsid w:val="00B53691"/>
    <w:rsid w:val="00B65513"/>
    <w:rsid w:val="00B73F08"/>
    <w:rsid w:val="00B8014C"/>
    <w:rsid w:val="00C06724"/>
    <w:rsid w:val="00C3254D"/>
    <w:rsid w:val="00C34A95"/>
    <w:rsid w:val="00C504C7"/>
    <w:rsid w:val="00C75BA4"/>
    <w:rsid w:val="00CB5B61"/>
    <w:rsid w:val="00CD2C5A"/>
    <w:rsid w:val="00D0015C"/>
    <w:rsid w:val="00D03CF4"/>
    <w:rsid w:val="00D7090C"/>
    <w:rsid w:val="00D71537"/>
    <w:rsid w:val="00D84D53"/>
    <w:rsid w:val="00D96984"/>
    <w:rsid w:val="00DD41ED"/>
    <w:rsid w:val="00DF1E49"/>
    <w:rsid w:val="00E21DBD"/>
    <w:rsid w:val="00E342CB"/>
    <w:rsid w:val="00E41704"/>
    <w:rsid w:val="00E441F0"/>
    <w:rsid w:val="00E44D7F"/>
    <w:rsid w:val="00E82667"/>
    <w:rsid w:val="00E84FE8"/>
    <w:rsid w:val="00E87553"/>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D40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Heike.bus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936902F8B074026811BC2319823E1B1"/>
        <w:category>
          <w:name w:val="General"/>
          <w:gallery w:val="placeholder"/>
        </w:category>
        <w:types>
          <w:type w:val="bbPlcHdr"/>
        </w:types>
        <w:behaviors>
          <w:behavior w:val="content"/>
        </w:behaviors>
        <w:guid w:val="{84477CE8-DFEC-413F-A94A-37177275C80E}"/>
      </w:docPartPr>
      <w:docPartBody>
        <w:p w:rsidR="00C61880" w:rsidRDefault="00C61880" w:rsidP="00C61880">
          <w:pPr>
            <w:pStyle w:val="7936902F8B074026811BC2319823E1B1"/>
          </w:pPr>
          <w:r w:rsidRPr="0007110E">
            <w:rPr>
              <w:rStyle w:val="PlaceholderText"/>
              <w:bCs/>
            </w:rPr>
            <w:t>Click or tap here to enter text.</w:t>
          </w:r>
        </w:p>
      </w:docPartBody>
    </w:docPart>
    <w:docPart>
      <w:docPartPr>
        <w:name w:val="DEE2DAB7CB14420B80C358BC9E24BC32"/>
        <w:category>
          <w:name w:val="General"/>
          <w:gallery w:val="placeholder"/>
        </w:category>
        <w:types>
          <w:type w:val="bbPlcHdr"/>
        </w:types>
        <w:behaviors>
          <w:behavior w:val="content"/>
        </w:behaviors>
        <w:guid w:val="{9584315D-9544-4F25-B6F8-F3AEA5A3A66B}"/>
      </w:docPartPr>
      <w:docPartBody>
        <w:p w:rsidR="00C61880" w:rsidRDefault="00C61880" w:rsidP="00C61880">
          <w:pPr>
            <w:pStyle w:val="DEE2DAB7CB14420B80C358BC9E24BC32"/>
          </w:pPr>
          <w:r w:rsidRPr="0007110E">
            <w:rPr>
              <w:rStyle w:val="PlaceholderText"/>
              <w:bCs/>
            </w:rPr>
            <w:t>Click or tap here to enter text.</w:t>
          </w:r>
        </w:p>
      </w:docPartBody>
    </w:docPart>
    <w:docPart>
      <w:docPartPr>
        <w:name w:val="7D0B1CDF9B584190945645810C2FD327"/>
        <w:category>
          <w:name w:val="General"/>
          <w:gallery w:val="placeholder"/>
        </w:category>
        <w:types>
          <w:type w:val="bbPlcHdr"/>
        </w:types>
        <w:behaviors>
          <w:behavior w:val="content"/>
        </w:behaviors>
        <w:guid w:val="{C3166840-F4D5-4923-B74B-736F4E71F47B}"/>
      </w:docPartPr>
      <w:docPartBody>
        <w:p w:rsidR="00C61880" w:rsidRDefault="00C61880" w:rsidP="00C61880">
          <w:pPr>
            <w:pStyle w:val="7D0B1CDF9B584190945645810C2FD327"/>
          </w:pPr>
          <w:r w:rsidRPr="0007110E">
            <w:rPr>
              <w:rStyle w:val="PlaceholderText"/>
              <w:bCs/>
            </w:rPr>
            <w:t>Click or tap here to enter text.</w:t>
          </w:r>
        </w:p>
      </w:docPartBody>
    </w:docPart>
    <w:docPart>
      <w:docPartPr>
        <w:name w:val="D409179EAC07415D92EEEBF02B2FD15C"/>
        <w:category>
          <w:name w:val="General"/>
          <w:gallery w:val="placeholder"/>
        </w:category>
        <w:types>
          <w:type w:val="bbPlcHdr"/>
        </w:types>
        <w:behaviors>
          <w:behavior w:val="content"/>
        </w:behaviors>
        <w:guid w:val="{2685B93A-AC90-47A2-9559-06640A150C34}"/>
      </w:docPartPr>
      <w:docPartBody>
        <w:p w:rsidR="00C61880" w:rsidRDefault="00C61880" w:rsidP="00C61880">
          <w:pPr>
            <w:pStyle w:val="D409179EAC07415D92EEEBF02B2FD15C"/>
          </w:pPr>
          <w:r w:rsidRPr="00BD2312">
            <w:rPr>
              <w:rStyle w:val="PlaceholderText"/>
            </w:rPr>
            <w:t>Click or tap here to enter text.</w:t>
          </w:r>
        </w:p>
      </w:docPartBody>
    </w:docPart>
    <w:docPart>
      <w:docPartPr>
        <w:name w:val="F8116C2D3C4F4B60AE3BB40CB20EF083"/>
        <w:category>
          <w:name w:val="General"/>
          <w:gallery w:val="placeholder"/>
        </w:category>
        <w:types>
          <w:type w:val="bbPlcHdr"/>
        </w:types>
        <w:behaviors>
          <w:behavior w:val="content"/>
        </w:behaviors>
        <w:guid w:val="{566F9390-339A-4A6B-9BB0-5CB9B5CD1263}"/>
      </w:docPartPr>
      <w:docPartBody>
        <w:p w:rsidR="00C61880" w:rsidRDefault="00C61880" w:rsidP="00C61880">
          <w:pPr>
            <w:pStyle w:val="F8116C2D3C4F4B60AE3BB40CB20EF0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6625"/>
    <w:rsid w:val="00124069"/>
    <w:rsid w:val="00136CBD"/>
    <w:rsid w:val="001E3B1B"/>
    <w:rsid w:val="00386556"/>
    <w:rsid w:val="00416B25"/>
    <w:rsid w:val="005B43C2"/>
    <w:rsid w:val="006212B2"/>
    <w:rsid w:val="006F0611"/>
    <w:rsid w:val="007F7378"/>
    <w:rsid w:val="00830D39"/>
    <w:rsid w:val="00893390"/>
    <w:rsid w:val="00894A0C"/>
    <w:rsid w:val="009A12CB"/>
    <w:rsid w:val="00C61880"/>
    <w:rsid w:val="00CA527C"/>
    <w:rsid w:val="00D374C1"/>
    <w:rsid w:val="00D71537"/>
    <w:rsid w:val="00E441F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406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936902F8B074026811BC2319823E1B1">
    <w:name w:val="7936902F8B074026811BC2319823E1B1"/>
    <w:rsid w:val="00C61880"/>
    <w:pPr>
      <w:spacing w:line="278" w:lineRule="auto"/>
    </w:pPr>
    <w:rPr>
      <w:kern w:val="2"/>
      <w:sz w:val="24"/>
      <w:szCs w:val="24"/>
      <w14:ligatures w14:val="standardContextual"/>
    </w:rPr>
  </w:style>
  <w:style w:type="paragraph" w:customStyle="1" w:styleId="DEE2DAB7CB14420B80C358BC9E24BC32">
    <w:name w:val="DEE2DAB7CB14420B80C358BC9E24BC32"/>
    <w:rsid w:val="00C61880"/>
    <w:pPr>
      <w:spacing w:line="278" w:lineRule="auto"/>
    </w:pPr>
    <w:rPr>
      <w:kern w:val="2"/>
      <w:sz w:val="24"/>
      <w:szCs w:val="24"/>
      <w14:ligatures w14:val="standardContextual"/>
    </w:rPr>
  </w:style>
  <w:style w:type="paragraph" w:customStyle="1" w:styleId="7D0B1CDF9B584190945645810C2FD327">
    <w:name w:val="7D0B1CDF9B584190945645810C2FD327"/>
    <w:rsid w:val="00C61880"/>
    <w:pPr>
      <w:spacing w:line="278" w:lineRule="auto"/>
    </w:pPr>
    <w:rPr>
      <w:kern w:val="2"/>
      <w:sz w:val="24"/>
      <w:szCs w:val="24"/>
      <w14:ligatures w14:val="standardContextual"/>
    </w:rPr>
  </w:style>
  <w:style w:type="paragraph" w:customStyle="1" w:styleId="D409179EAC07415D92EEEBF02B2FD15C">
    <w:name w:val="D409179EAC07415D92EEEBF02B2FD15C"/>
    <w:rsid w:val="00C61880"/>
    <w:pPr>
      <w:spacing w:line="278" w:lineRule="auto"/>
    </w:pPr>
    <w:rPr>
      <w:kern w:val="2"/>
      <w:sz w:val="24"/>
      <w:szCs w:val="24"/>
      <w14:ligatures w14:val="standardContextual"/>
    </w:rPr>
  </w:style>
  <w:style w:type="paragraph" w:customStyle="1" w:styleId="F8116C2D3C4F4B60AE3BB40CB20EF083">
    <w:name w:val="F8116C2D3C4F4B60AE3BB40CB20EF083"/>
    <w:rsid w:val="00C618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F0EA76B-7B4A-4A07-A62E-E03429D99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1245</Words>
  <Characters>7098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2025-09-04T09:28:00Z</dcterms:created>
  <dcterms:modified xsi:type="dcterms:W3CDTF">2025-09-11T14:56:00Z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